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0BDA5" w14:textId="2B3700DF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036D3" w:rsidRPr="00B036D3">
        <w:rPr>
          <w:rFonts w:asciiTheme="majorHAnsi" w:eastAsia="Times New Roman" w:hAnsiTheme="majorHAnsi" w:cs="Times New Roman"/>
          <w:lang w:eastAsia="cs-CZ"/>
        </w:rPr>
        <w:t>8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DD29C3" w:rsidRDefault="00A756D0" w:rsidP="00D434B3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8D22C9">
            <w:pPr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7E404D7B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Etapa 1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51F92141" w:rsidR="00CC7B49" w:rsidRPr="00E255CB" w:rsidRDefault="00E23B0D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>po provedení</w:t>
            </w:r>
          </w:p>
          <w:p w14:paraId="704ACC3F" w14:textId="61BDB46C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Etapy 1</w:t>
            </w:r>
          </w:p>
          <w:p w14:paraId="008A8317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42398677" w14:textId="597978A6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>
              <w:t>Etapa 2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3162AD1A" w:rsidR="008D22C9" w:rsidRPr="00CC7B49" w:rsidRDefault="00E23B0D" w:rsidP="008D22C9"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5A6D5B59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>po provedení</w:t>
            </w:r>
          </w:p>
          <w:p w14:paraId="30564398" w14:textId="4FEBF78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Etapy 2</w:t>
            </w:r>
          </w:p>
          <w:p w14:paraId="786BE506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139052C5" w14:textId="77777777" w:rsidTr="00D06C7A">
        <w:tc>
          <w:tcPr>
            <w:tcW w:w="2405" w:type="dxa"/>
          </w:tcPr>
          <w:p w14:paraId="0D11536D" w14:textId="5D7D987F" w:rsidR="008D22C9" w:rsidRPr="00E255CB" w:rsidRDefault="00FA0EE0" w:rsidP="008D22C9">
            <w:pPr>
              <w:rPr>
                <w:rFonts w:asciiTheme="minorHAnsi" w:hAnsiTheme="minorHAnsi"/>
                <w:szCs w:val="18"/>
              </w:rPr>
            </w:pPr>
            <w:r>
              <w:t xml:space="preserve"> </w:t>
            </w:r>
            <w:r w:rsidR="003C52A8" w:rsidRPr="003C52A8">
              <w:rPr>
                <w:rFonts w:asciiTheme="minorHAnsi" w:hAnsiTheme="minorHAnsi"/>
                <w:szCs w:val="18"/>
              </w:rPr>
              <w:t>Realizace případných dodatečných konzultantských prací dle bodu 6 Bližší specifikace (Zadání)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AB9F383" w14:textId="46FB5FA6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62F1A808" w14:textId="086D3D8E" w:rsidR="008D22C9" w:rsidRPr="00CC7B49" w:rsidRDefault="00CC7B49" w:rsidP="008D22C9">
            <w:r w:rsidRPr="00CC7B49">
              <w:t>6</w:t>
            </w:r>
          </w:p>
        </w:tc>
        <w:tc>
          <w:tcPr>
            <w:tcW w:w="1919" w:type="dxa"/>
          </w:tcPr>
          <w:p w14:paraId="6CBA3863" w14:textId="0EAECCC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F122C38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37373CBB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F90FF0E" w14:textId="4350ACD1" w:rsidR="008D22C9" w:rsidRPr="00E255CB" w:rsidRDefault="008D22C9" w:rsidP="00D25D8F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D25D8F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2895BD6A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77777777" w:rsidR="00F56224" w:rsidRPr="00E255CB" w:rsidRDefault="00F56224" w:rsidP="00A8291C">
      <w:r w:rsidRPr="00E255CB">
        <w:t xml:space="preserve">V případě víceprací či </w:t>
      </w:r>
      <w:proofErr w:type="spellStart"/>
      <w:r w:rsidRPr="00E255CB">
        <w:t>méněprací</w:t>
      </w:r>
      <w:proofErr w:type="spellEnd"/>
      <w:r w:rsidRPr="00E255CB">
        <w:t xml:space="preserve"> v návaznosti na změnu rozsahu Díla budou Strany ve vztahu k činnostem Zhotovitele vycházet z jednotné sazby za člověkohodinu (60 minut skutečně odvedené práce jednoho člověka na provádění Díla) ve výši </w:t>
      </w:r>
      <w:r w:rsidRPr="00E255CB">
        <w:rPr>
          <w:highlight w:val="yellow"/>
        </w:rPr>
        <w:t>[</w:t>
      </w:r>
      <w:r w:rsidRPr="00D434B3">
        <w:rPr>
          <w:highlight w:val="yellow"/>
        </w:rPr>
        <w:t>DOPLNÍ OBJEDNATEL</w:t>
      </w:r>
      <w:r w:rsidRPr="00E255CB">
        <w:rPr>
          <w:highlight w:val="yellow"/>
        </w:rPr>
        <w:t>]</w:t>
      </w:r>
      <w:r w:rsidRPr="00E255CB">
        <w:t xml:space="preserve"> Kč (slovy </w:t>
      </w:r>
      <w:r w:rsidRPr="00E255CB">
        <w:rPr>
          <w:highlight w:val="yellow"/>
        </w:rPr>
        <w:t>[</w:t>
      </w:r>
      <w:r w:rsidRPr="00D434B3">
        <w:rPr>
          <w:highlight w:val="yellow"/>
        </w:rPr>
        <w:t>DOPLNÍ OBJEDNATEL</w:t>
      </w:r>
      <w:r w:rsidRPr="00E255CB">
        <w:rPr>
          <w:highlight w:val="yellow"/>
        </w:rPr>
        <w:t>]</w:t>
      </w:r>
      <w:r w:rsidRPr="00E255CB">
        <w:t xml:space="preserve"> korun českých). </w:t>
      </w:r>
      <w:bookmarkStart w:id="0" w:name="_GoBack"/>
      <w:bookmarkEnd w:id="0"/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E1463" w14:textId="77777777" w:rsidR="00FD16BC" w:rsidRDefault="00FD16BC" w:rsidP="00962258">
      <w:pPr>
        <w:spacing w:after="0" w:line="240" w:lineRule="auto"/>
      </w:pPr>
      <w:r>
        <w:separator/>
      </w:r>
    </w:p>
  </w:endnote>
  <w:endnote w:type="continuationSeparator" w:id="0">
    <w:p w14:paraId="53616AC3" w14:textId="77777777" w:rsidR="00FD16BC" w:rsidRDefault="00FD16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0C5F13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6C7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6C7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2C5DABF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6C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6C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28541" w14:textId="77777777" w:rsidR="00FD16BC" w:rsidRDefault="00FD16BC" w:rsidP="00962258">
      <w:pPr>
        <w:spacing w:after="0" w:line="240" w:lineRule="auto"/>
      </w:pPr>
      <w:r>
        <w:separator/>
      </w:r>
    </w:p>
  </w:footnote>
  <w:footnote w:type="continuationSeparator" w:id="0">
    <w:p w14:paraId="2360B3DA" w14:textId="77777777" w:rsidR="00FD16BC" w:rsidRDefault="00FD16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4F07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341DCF"/>
    <w:rsid w:val="003512A0"/>
    <w:rsid w:val="00357BC6"/>
    <w:rsid w:val="003956C6"/>
    <w:rsid w:val="003B71C1"/>
    <w:rsid w:val="003C14C6"/>
    <w:rsid w:val="003C52A8"/>
    <w:rsid w:val="004168C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F1404"/>
    <w:rsid w:val="0061068E"/>
    <w:rsid w:val="0065015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291C"/>
    <w:rsid w:val="00AA4CBB"/>
    <w:rsid w:val="00AA65FA"/>
    <w:rsid w:val="00AA7351"/>
    <w:rsid w:val="00AD056F"/>
    <w:rsid w:val="00AD6731"/>
    <w:rsid w:val="00B036D3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6389"/>
    <w:rsid w:val="00F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D106C9-7EA4-47C6-899E-2D3B410F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2024-04-09T11:22:00Z</dcterms:created>
  <dcterms:modified xsi:type="dcterms:W3CDTF">2024-04-09T11:30:00Z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